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64"/>
        <w:gridCol w:w="2250"/>
        <w:gridCol w:w="4598"/>
      </w:tblGrid>
      <w:tr w:rsidR="00842B9D" w:rsidRPr="00822A40" w14:paraId="15538B07" w14:textId="77777777" w:rsidTr="00D70FDF">
        <w:tc>
          <w:tcPr>
            <w:tcW w:w="33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F22454C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Startda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>t</w:t>
            </w:r>
            <w:r w:rsidRPr="00822A40">
              <w:rPr>
                <w:rFonts w:ascii="Arial" w:hAnsi="Arial" w:cs="Arial"/>
                <w:sz w:val="18"/>
                <w:szCs w:val="26"/>
              </w:rPr>
              <w:t>um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  <w:bookmarkStart w:id="0" w:name="TODAY"/>
            <w:bookmarkEnd w:id="0"/>
            <w:r w:rsidR="00413DE5" w:rsidRPr="00413DE5">
              <w:rPr>
                <w:rFonts w:ascii="Arial" w:hAnsi="Arial" w:cs="Arial"/>
                <w:sz w:val="18"/>
                <w:szCs w:val="26"/>
              </w:rPr>
              <w:t>01-12-2021</w:t>
            </w:r>
          </w:p>
        </w:tc>
        <w:tc>
          <w:tcPr>
            <w:tcW w:w="281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0C94862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Stopdatum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</w:p>
        </w:tc>
        <w:tc>
          <w:tcPr>
            <w:tcW w:w="45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4EA8DEC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Verpleegkundige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  <w:bookmarkStart w:id="1" w:name="VERPLEGER"/>
            <w:bookmarkEnd w:id="1"/>
            <w:r w:rsidR="00413DE5" w:rsidRPr="00413DE5">
              <w:rPr>
                <w:rFonts w:ascii="Arial" w:hAnsi="Arial" w:cs="Arial"/>
                <w:sz w:val="18"/>
                <w:szCs w:val="26"/>
              </w:rPr>
              <w:t>Gabriel Roodbol</w:t>
            </w:r>
          </w:p>
        </w:tc>
      </w:tr>
      <w:tr w:rsidR="00CF20A5" w:rsidRPr="00822A40" w14:paraId="2A24DE0D" w14:textId="77777777" w:rsidTr="00D70FDF">
        <w:tc>
          <w:tcPr>
            <w:tcW w:w="391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1093B6C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Verpleegkundige diagnose</w:t>
            </w:r>
          </w:p>
        </w:tc>
        <w:tc>
          <w:tcPr>
            <w:tcW w:w="684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A397AB3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Interventies</w:t>
            </w:r>
          </w:p>
        </w:tc>
      </w:tr>
      <w:tr w:rsidR="00330CE0" w:rsidRPr="00822A40" w14:paraId="4DE80B50" w14:textId="77777777" w:rsidTr="00D70FDF">
        <w:tc>
          <w:tcPr>
            <w:tcW w:w="391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36754F7" w14:textId="77777777" w:rsidR="00413DE5" w:rsidRDefault="00413DE5" w:rsidP="00413DE5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2" w:name="GORDON"/>
            <w:bookmarkEnd w:id="2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Risico op eenzaamheid (00054)</w:t>
            </w:r>
          </w:p>
          <w:p w14:paraId="0E336312" w14:textId="77777777" w:rsidR="00413DE5" w:rsidRDefault="00413DE5" w:rsidP="00413DE5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Verhoogde kans op de ervaring zich oncomfortabel te voelen door een behoefte of noodzaak meer contact te hebben met anderen, met mogelijk schadelijke gevolgen voor de gezondheid.</w:t>
            </w:r>
          </w:p>
          <w:p w14:paraId="646C6D1F" w14:textId="77777777" w:rsidR="00413DE5" w:rsidRDefault="00413DE5" w:rsidP="00413DE5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Risicofactoren</w:t>
            </w:r>
          </w:p>
          <w:p w14:paraId="2EA33852" w14:textId="77777777" w:rsidR="00413DE5" w:rsidRDefault="00413DE5" w:rsidP="00413DE5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Risicofactor</w:t>
            </w:r>
          </w:p>
          <w:p w14:paraId="46B47782" w14:textId="77777777" w:rsidR="00413DE5" w:rsidRDefault="00413DE5" w:rsidP="00413DE5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Fysiek isolement</w:t>
            </w:r>
          </w:p>
          <w:p w14:paraId="14598847" w14:textId="77777777" w:rsidR="00413DE5" w:rsidRDefault="00413DE5" w:rsidP="00413DE5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Sociaal isolement</w:t>
            </w:r>
          </w:p>
          <w:p w14:paraId="49CDBB4C" w14:textId="77777777" w:rsidR="00413DE5" w:rsidRDefault="00413DE5" w:rsidP="00413DE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2"/>
                <w:szCs w:val="42"/>
              </w:rPr>
            </w:pPr>
          </w:p>
          <w:p w14:paraId="74973297" w14:textId="77777777" w:rsidR="00101D2D" w:rsidRPr="00822A40" w:rsidRDefault="00101D2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684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77CBED8" w14:textId="77777777" w:rsidR="00413DE5" w:rsidRDefault="00413DE5" w:rsidP="00413DE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"/>
                <w:szCs w:val="2"/>
              </w:rPr>
            </w:pPr>
            <w:bookmarkStart w:id="3" w:name="NIC"/>
            <w:bookmarkEnd w:id="3"/>
          </w:p>
          <w:p w14:paraId="37B24534" w14:textId="77777777" w:rsidR="00413DE5" w:rsidRDefault="00413DE5" w:rsidP="00413DE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Socialisatie, bevordering (5100)</w:t>
            </w:r>
          </w:p>
          <w:p w14:paraId="4D15A279" w14:textId="77777777" w:rsidR="00413DE5" w:rsidRDefault="00413DE5" w:rsidP="00413DE5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Bevorderen van het vermogen van een individu om met anderen om te gaan.</w:t>
            </w:r>
          </w:p>
          <w:p w14:paraId="5206D9D7" w14:textId="77777777" w:rsidR="00413DE5" w:rsidRDefault="00413DE5" w:rsidP="00413DE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Activiteiten</w:t>
            </w:r>
          </w:p>
          <w:p w14:paraId="6BDFFDCC" w14:textId="77777777" w:rsidR="00413DE5" w:rsidRDefault="00413DE5" w:rsidP="0041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Ga de sterke en zwakke punten na van het bestaande relatienetwerk.</w:t>
            </w:r>
          </w:p>
          <w:p w14:paraId="0B185C25" w14:textId="77777777" w:rsidR="00413DE5" w:rsidRDefault="00413DE5" w:rsidP="0041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Geef positieve feedback als de patiënt contact zoekt met anderen.</w:t>
            </w:r>
          </w:p>
          <w:p w14:paraId="4093B39C" w14:textId="77777777" w:rsidR="00413DE5" w:rsidRDefault="00413DE5" w:rsidP="0041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Moedig de patiënt aan deel te nemen aan sociale en buurtactiviteiten.</w:t>
            </w:r>
          </w:p>
          <w:p w14:paraId="7D5E3C0A" w14:textId="77777777" w:rsidR="00413DE5" w:rsidRDefault="00413DE5" w:rsidP="0041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Moedig de patiënt aan eerlijk te zijn in de manier waarop hij zichzelf aan anderen presenteert.</w:t>
            </w:r>
          </w:p>
          <w:p w14:paraId="233239B4" w14:textId="77777777" w:rsidR="00413DE5" w:rsidRDefault="00413DE5" w:rsidP="0041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Moedig een grotere betrokkenheid bij reeds bestaande relaties aan.</w:t>
            </w:r>
          </w:p>
          <w:p w14:paraId="58DC81C9" w14:textId="77777777" w:rsidR="00413DE5" w:rsidRDefault="00413DE5" w:rsidP="0041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Stimuleer de patiënt de rechten van anderen te respecteren.</w:t>
            </w:r>
          </w:p>
          <w:p w14:paraId="1E6BDC3B" w14:textId="77777777" w:rsidR="00413DE5" w:rsidRDefault="00413DE5" w:rsidP="00413DE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2"/>
                <w:szCs w:val="42"/>
              </w:rPr>
            </w:pPr>
          </w:p>
          <w:p w14:paraId="2AEC7F9A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330CE0" w:rsidRPr="00822A40" w14:paraId="5650EDAC" w14:textId="77777777" w:rsidTr="009A6769">
        <w:tc>
          <w:tcPr>
            <w:tcW w:w="10760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A06EA22" w14:textId="77777777" w:rsidR="00330CE0" w:rsidRPr="00822A40" w:rsidRDefault="0004748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Z</w:t>
            </w:r>
            <w:r w:rsidR="00330CE0"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orgresultaat</w:t>
            </w:r>
          </w:p>
        </w:tc>
      </w:tr>
    </w:tbl>
    <w:p w14:paraId="79BAB8B9" w14:textId="77777777" w:rsidR="0097185B" w:rsidRPr="006535BD" w:rsidRDefault="0097185B" w:rsidP="009A6769">
      <w:pPr>
        <w:rPr>
          <w:sz w:val="2"/>
          <w:szCs w:val="2"/>
        </w:rPr>
      </w:pPr>
      <w:bookmarkStart w:id="4" w:name="NOCRESULTATEN1"/>
      <w:bookmarkEnd w:id="4"/>
    </w:p>
    <w:tbl>
      <w:tblPr>
        <w:tblW w:w="10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7"/>
        <w:gridCol w:w="335"/>
        <w:gridCol w:w="335"/>
        <w:gridCol w:w="336"/>
        <w:gridCol w:w="377"/>
        <w:gridCol w:w="33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6"/>
      </w:tblGrid>
      <w:tr w:rsidR="0099332C" w:rsidRPr="00822A40" w14:paraId="51AC7A23" w14:textId="77777777" w:rsidTr="00762A3D">
        <w:trPr>
          <w:trHeight w:val="661"/>
        </w:trPr>
        <w:tc>
          <w:tcPr>
            <w:tcW w:w="579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0B4D77DD" w14:textId="77777777" w:rsidR="00413DE5" w:rsidRDefault="00413DE5" w:rsidP="00413DE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5" w:name="NOCRESULTATEN3"/>
            <w:bookmarkEnd w:id="5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Eenzaamheid, mate van (1203)</w:t>
            </w:r>
          </w:p>
          <w:p w14:paraId="35FC0711" w14:textId="77777777" w:rsidR="00413DE5" w:rsidRDefault="00413DE5" w:rsidP="00413DE5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Ernst van emotionele, sociale of existentiële klachten en verschijnselen van een isolement.</w:t>
            </w:r>
          </w:p>
          <w:p w14:paraId="20A7F058" w14:textId="77777777" w:rsidR="00413DE5" w:rsidRDefault="00413DE5" w:rsidP="00413DE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14:paraId="65BC1949" w14:textId="77777777" w:rsidR="0099332C" w:rsidRPr="00822A40" w:rsidRDefault="0099332C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shd w:val="clear" w:color="auto" w:fill="auto"/>
          </w:tcPr>
          <w:p w14:paraId="7C2303FF" w14:textId="77777777" w:rsidR="0099332C" w:rsidRPr="00822A40" w:rsidRDefault="0099332C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  <w:p w14:paraId="665D3EDA" w14:textId="77777777" w:rsidR="0099332C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6" w:name="TODAY3"/>
            <w:bookmarkEnd w:id="6"/>
            <w:r w:rsidRPr="00413DE5">
              <w:rPr>
                <w:rFonts w:ascii="Arial" w:hAnsi="Arial" w:cs="Arial"/>
                <w:b/>
                <w:bCs/>
                <w:sz w:val="18"/>
                <w:szCs w:val="18"/>
              </w:rPr>
              <w:t>01-12-2021</w:t>
            </w:r>
          </w:p>
        </w:tc>
        <w:tc>
          <w:tcPr>
            <w:tcW w:w="1640" w:type="dxa"/>
            <w:gridSpan w:val="5"/>
            <w:shd w:val="clear" w:color="auto" w:fill="auto"/>
          </w:tcPr>
          <w:p w14:paraId="22411CB8" w14:textId="77777777" w:rsidR="0099332C" w:rsidRPr="00822A40" w:rsidRDefault="0099332C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  <w:tc>
          <w:tcPr>
            <w:tcW w:w="1648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36F78B6C" w14:textId="77777777" w:rsidR="0099332C" w:rsidRPr="00822A40" w:rsidRDefault="0099332C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</w:tr>
      <w:tr w:rsidR="0099332C" w:rsidRPr="00822A40" w14:paraId="5F117641" w14:textId="77777777" w:rsidTr="0099332C">
        <w:trPr>
          <w:trHeight w:val="515"/>
        </w:trPr>
        <w:tc>
          <w:tcPr>
            <w:tcW w:w="5799" w:type="dxa"/>
            <w:vMerge/>
            <w:tcBorders>
              <w:left w:val="double" w:sz="4" w:space="0" w:color="auto"/>
              <w:bottom w:val="nil"/>
            </w:tcBorders>
            <w:shd w:val="clear" w:color="auto" w:fill="auto"/>
          </w:tcPr>
          <w:p w14:paraId="60D66AA1" w14:textId="77777777" w:rsidR="0099332C" w:rsidRPr="00822A40" w:rsidRDefault="0099332C" w:rsidP="00762A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1CC57B22" w14:textId="77777777" w:rsidR="0099332C" w:rsidRPr="00822A40" w:rsidRDefault="0099332C" w:rsidP="00762A3D">
            <w:pPr>
              <w:autoSpaceDE w:val="0"/>
              <w:autoSpaceDN w:val="0"/>
              <w:adjustRightInd w:val="0"/>
              <w:ind w:left="647" w:hanging="647"/>
              <w:rPr>
                <w:rFonts w:ascii="Arial" w:hAnsi="Arial" w:cs="Arial"/>
                <w:bCs/>
                <w:sz w:val="16"/>
                <w:szCs w:val="16"/>
              </w:rPr>
            </w:pPr>
            <w:r w:rsidRPr="00822A40">
              <w:rPr>
                <w:rFonts w:ascii="Arial" w:hAnsi="Arial" w:cs="Arial"/>
                <w:bCs/>
                <w:sz w:val="16"/>
                <w:szCs w:val="16"/>
              </w:rPr>
              <w:t xml:space="preserve">Schaal:  </w:t>
            </w:r>
            <w:bookmarkStart w:id="7" w:name="NOCSCHAAL3"/>
            <w:bookmarkEnd w:id="7"/>
            <w:r w:rsidR="00413DE5" w:rsidRPr="00413DE5">
              <w:rPr>
                <w:rFonts w:ascii="Arial" w:hAnsi="Arial" w:cs="Arial"/>
                <w:bCs/>
                <w:sz w:val="16"/>
                <w:szCs w:val="16"/>
              </w:rPr>
              <w:t>1 Ernstig, 2 Aanzienlijk, 3 Matig, 4 Enigszins, 5 Geen.</w:t>
            </w:r>
          </w:p>
        </w:tc>
      </w:tr>
      <w:tr w:rsidR="006535BD" w:rsidRPr="00822A40" w14:paraId="46AD6A17" w14:textId="77777777" w:rsidTr="0099332C">
        <w:trPr>
          <w:trHeight w:val="268"/>
        </w:trPr>
        <w:tc>
          <w:tcPr>
            <w:tcW w:w="5799" w:type="dxa"/>
            <w:tcBorders>
              <w:top w:val="nil"/>
              <w:left w:val="double" w:sz="4" w:space="0" w:color="auto"/>
            </w:tcBorders>
            <w:shd w:val="clear" w:color="auto" w:fill="auto"/>
          </w:tcPr>
          <w:p w14:paraId="3BF29094" w14:textId="77777777" w:rsidR="006535BD" w:rsidRPr="00822A40" w:rsidRDefault="0099332C" w:rsidP="00762A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332C">
              <w:rPr>
                <w:rFonts w:ascii="Arial" w:hAnsi="Arial" w:cs="Arial"/>
                <w:b/>
                <w:bCs/>
                <w:sz w:val="18"/>
                <w:szCs w:val="18"/>
              </w:rPr>
              <w:t>Indicatoren</w:t>
            </w:r>
          </w:p>
        </w:tc>
        <w:tc>
          <w:tcPr>
            <w:tcW w:w="335" w:type="dxa"/>
            <w:shd w:val="clear" w:color="auto" w:fill="auto"/>
          </w:tcPr>
          <w:p w14:paraId="63A145FF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14:paraId="3D07255F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" w:type="dxa"/>
            <w:shd w:val="clear" w:color="auto" w:fill="auto"/>
          </w:tcPr>
          <w:p w14:paraId="56319044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" w:type="dxa"/>
            <w:shd w:val="clear" w:color="auto" w:fill="auto"/>
          </w:tcPr>
          <w:p w14:paraId="467869FA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2" w:type="dxa"/>
            <w:tcBorders>
              <w:right w:val="double" w:sz="4" w:space="0" w:color="auto"/>
            </w:tcBorders>
            <w:shd w:val="clear" w:color="auto" w:fill="auto"/>
          </w:tcPr>
          <w:p w14:paraId="14867D88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068A787E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093D2217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09517532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1509B26B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8" w:type="dxa"/>
            <w:tcBorders>
              <w:right w:val="double" w:sz="4" w:space="0" w:color="auto"/>
            </w:tcBorders>
            <w:shd w:val="clear" w:color="auto" w:fill="auto"/>
          </w:tcPr>
          <w:p w14:paraId="300E6FA4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34DDA5F8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3634E832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26BC9C7C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2CCBFE1D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14:paraId="28E079CD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6535BD" w:rsidRPr="00822A40" w14:paraId="57065A0F" w14:textId="77777777" w:rsidTr="00413DE5">
        <w:trPr>
          <w:trHeight w:val="251"/>
        </w:trPr>
        <w:tc>
          <w:tcPr>
            <w:tcW w:w="579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5CBCC2D" w14:textId="77777777" w:rsidR="006535BD" w:rsidRPr="00822A40" w:rsidRDefault="00413DE5" w:rsidP="00762A3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8" w:name="NOCINDICATOREN3"/>
            <w:bookmarkEnd w:id="8"/>
            <w:r>
              <w:rPr>
                <w:rFonts w:ascii="Arial" w:hAnsi="Arial" w:cs="Arial"/>
                <w:sz w:val="18"/>
                <w:szCs w:val="18"/>
              </w:rPr>
              <w:t>*Gevoel buitengesloten te zijn.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6648953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9F53116" w14:textId="77777777" w:rsidR="006535BD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E68DD41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FCCC4C" w14:textId="77777777" w:rsidR="006535BD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8365699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57A5275D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5E3F752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593EB24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6B0A2B6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15F09C4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6068263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C4F62C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924A02B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D217593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7A88515" w14:textId="77777777" w:rsidR="006535BD" w:rsidRPr="00822A40" w:rsidRDefault="006535BD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413DE5" w:rsidRPr="00822A40" w14:paraId="671C658C" w14:textId="77777777" w:rsidTr="00413DE5">
        <w:trPr>
          <w:trHeight w:val="251"/>
        </w:trPr>
        <w:tc>
          <w:tcPr>
            <w:tcW w:w="579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9B9CCB7" w14:textId="77777777" w:rsidR="00413DE5" w:rsidRPr="00822A40" w:rsidRDefault="00413DE5" w:rsidP="00762A3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*Gevoel nergens bij te horen.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7EF4519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3AA7E7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47F7E7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DFE081F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58A77BC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C20457B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D1665E3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4F8603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8D5050C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F2F5CAC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7031EFB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DC85DA0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BC7FD1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C8053B7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2183E57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413DE5" w:rsidRPr="00822A40" w14:paraId="2DF95EEA" w14:textId="77777777" w:rsidTr="00413DE5">
        <w:trPr>
          <w:trHeight w:val="251"/>
        </w:trPr>
        <w:tc>
          <w:tcPr>
            <w:tcW w:w="579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77092D0" w14:textId="77777777" w:rsidR="00413DE5" w:rsidRPr="00822A40" w:rsidRDefault="00413DE5" w:rsidP="00762A3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*Gevoel van sociale isolatie.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BCFF11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1921049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878394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CFB469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348EC7E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FA5A17F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0316B91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F858C4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C722ECC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37A088C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BA6C4CA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7D862BB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35088C2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9B58D1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9AAF156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413DE5" w:rsidRPr="00822A40" w14:paraId="5A05D7C9" w14:textId="77777777" w:rsidTr="00762A3D">
        <w:trPr>
          <w:trHeight w:val="251"/>
        </w:trPr>
        <w:tc>
          <w:tcPr>
            <w:tcW w:w="5799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2BAF56C" w14:textId="77777777" w:rsidR="00413DE5" w:rsidRPr="00822A40" w:rsidRDefault="00413DE5" w:rsidP="00762A3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*Verminderd activiteitsniveau.</w:t>
            </w: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96615D6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C609846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0BE6DA0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48075CE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F344237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2DD24C6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28D8B63E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1CD43B2C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14EEC7E0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7769B64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0C341BF4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46212433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0769A17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102047F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573796C" w14:textId="77777777" w:rsidR="00413DE5" w:rsidRPr="00822A40" w:rsidRDefault="00413DE5" w:rsidP="00762A3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</w:tbl>
    <w:p w14:paraId="2D3412A9" w14:textId="77777777" w:rsidR="009A6769" w:rsidRPr="006535BD" w:rsidRDefault="009A6769" w:rsidP="009A6769">
      <w:pPr>
        <w:rPr>
          <w:sz w:val="2"/>
          <w:szCs w:val="2"/>
        </w:rPr>
      </w:pPr>
    </w:p>
    <w:p w14:paraId="41BCB2AA" w14:textId="77777777" w:rsidR="009A6769" w:rsidRPr="006535BD" w:rsidRDefault="009A6769" w:rsidP="009A6769">
      <w:pPr>
        <w:rPr>
          <w:sz w:val="2"/>
          <w:szCs w:val="2"/>
        </w:rPr>
      </w:pPr>
      <w:bookmarkStart w:id="9" w:name="NOCRESULTATEN4"/>
      <w:bookmarkEnd w:id="9"/>
    </w:p>
    <w:p w14:paraId="7F1EF25B" w14:textId="77777777" w:rsidR="009A6769" w:rsidRPr="00E11483" w:rsidRDefault="009A6769" w:rsidP="009A6769">
      <w:pPr>
        <w:rPr>
          <w:sz w:val="2"/>
          <w:szCs w:val="2"/>
        </w:rPr>
      </w:pPr>
      <w:bookmarkStart w:id="10" w:name="NOCRESULTATEN5"/>
      <w:bookmarkEnd w:id="10"/>
    </w:p>
    <w:p w14:paraId="61447BA7" w14:textId="77777777" w:rsidR="00E11483" w:rsidRPr="00E11483" w:rsidRDefault="00E11483" w:rsidP="00E11483">
      <w:pPr>
        <w:rPr>
          <w:sz w:val="2"/>
          <w:szCs w:val="2"/>
        </w:rPr>
      </w:pPr>
      <w:bookmarkStart w:id="11" w:name="NOCRESULTATEN6"/>
      <w:bookmarkEnd w:id="11"/>
    </w:p>
    <w:p w14:paraId="1B489368" w14:textId="77777777" w:rsidR="00E11483" w:rsidRPr="00E11483" w:rsidRDefault="00E11483" w:rsidP="00E11483">
      <w:pPr>
        <w:rPr>
          <w:sz w:val="2"/>
          <w:szCs w:val="2"/>
        </w:rPr>
      </w:pPr>
      <w:bookmarkStart w:id="12" w:name="NOCRESULTATEN7"/>
      <w:bookmarkEnd w:id="12"/>
    </w:p>
    <w:p w14:paraId="4A4BB92C" w14:textId="77777777" w:rsidR="00E11483" w:rsidRPr="00E11483" w:rsidRDefault="00E11483" w:rsidP="00E11483">
      <w:pPr>
        <w:rPr>
          <w:sz w:val="2"/>
          <w:szCs w:val="2"/>
        </w:rPr>
      </w:pPr>
      <w:bookmarkStart w:id="13" w:name="NOCRESULTATEN8"/>
      <w:bookmarkEnd w:id="13"/>
    </w:p>
    <w:p w14:paraId="560BB642" w14:textId="77777777" w:rsidR="00E11483" w:rsidRPr="00E11483" w:rsidRDefault="00E11483" w:rsidP="00E11483">
      <w:pPr>
        <w:rPr>
          <w:sz w:val="2"/>
          <w:szCs w:val="2"/>
        </w:rPr>
      </w:pPr>
      <w:bookmarkStart w:id="14" w:name="NOCRESULTATEN9"/>
      <w:bookmarkEnd w:id="14"/>
    </w:p>
    <w:p w14:paraId="1A5BE3B0" w14:textId="77777777" w:rsidR="00330CE0" w:rsidRPr="00101D2D" w:rsidRDefault="00330CE0">
      <w:bookmarkStart w:id="15" w:name="OPMERKINGEN"/>
      <w:bookmarkEnd w:id="15"/>
    </w:p>
    <w:sectPr w:rsidR="00330CE0" w:rsidRPr="00101D2D" w:rsidSect="0068715C">
      <w:headerReference w:type="default" r:id="rId7"/>
      <w:pgSz w:w="12240" w:h="15840"/>
      <w:pgMar w:top="567" w:right="567" w:bottom="567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8DA2" w14:textId="77777777" w:rsidR="00BD63A2" w:rsidRDefault="00BD63A2">
      <w:r>
        <w:separator/>
      </w:r>
    </w:p>
  </w:endnote>
  <w:endnote w:type="continuationSeparator" w:id="0">
    <w:p w14:paraId="5C534DBB" w14:textId="77777777" w:rsidR="00BD63A2" w:rsidRDefault="00BD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E08A1" w14:textId="77777777" w:rsidR="00BD63A2" w:rsidRDefault="00BD63A2">
      <w:r>
        <w:separator/>
      </w:r>
    </w:p>
  </w:footnote>
  <w:footnote w:type="continuationSeparator" w:id="0">
    <w:p w14:paraId="326D1122" w14:textId="77777777" w:rsidR="00BD63A2" w:rsidRDefault="00BD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43"/>
      <w:gridCol w:w="6554"/>
      <w:gridCol w:w="2032"/>
    </w:tblGrid>
    <w:tr w:rsidR="00341611" w14:paraId="3DC49C11" w14:textId="77777777" w:rsidTr="002476AB">
      <w:tc>
        <w:tcPr>
          <w:tcW w:w="1951" w:type="dxa"/>
          <w:shd w:val="clear" w:color="auto" w:fill="auto"/>
          <w:vAlign w:val="center"/>
        </w:tcPr>
        <w:p w14:paraId="245E9FA6" w14:textId="77777777" w:rsidR="00341611" w:rsidRPr="00B37C4B" w:rsidRDefault="00341611" w:rsidP="00341611">
          <w:pPr>
            <w:pStyle w:val="Header"/>
            <w:rPr>
              <w:rFonts w:ascii="Arial" w:hAnsi="Arial" w:cs="Arial"/>
              <w:b/>
              <w:bCs/>
              <w:sz w:val="26"/>
              <w:szCs w:val="26"/>
            </w:rPr>
          </w:pPr>
          <w:r w:rsidRPr="00B37C4B">
            <w:rPr>
              <w:rFonts w:ascii="Arial" w:hAnsi="Arial" w:cs="Arial"/>
              <w:b/>
              <w:bCs/>
              <w:sz w:val="26"/>
              <w:szCs w:val="26"/>
            </w:rPr>
            <w:t>Verpleegpla</w:t>
          </w:r>
          <w:r w:rsidR="008B5A3E">
            <w:rPr>
              <w:rFonts w:ascii="Arial" w:hAnsi="Arial" w:cs="Arial"/>
              <w:b/>
              <w:bCs/>
              <w:sz w:val="26"/>
              <w:szCs w:val="26"/>
            </w:rPr>
            <w:t>n</w:t>
          </w:r>
        </w:p>
      </w:tc>
      <w:tc>
        <w:tcPr>
          <w:tcW w:w="6946" w:type="dxa"/>
          <w:shd w:val="clear" w:color="auto" w:fill="auto"/>
        </w:tcPr>
        <w:p w14:paraId="5D1F5834" w14:textId="77777777" w:rsidR="00413DE5" w:rsidRDefault="00413DE5" w:rsidP="00413DE5">
          <w:pPr>
            <w:pStyle w:val="Header"/>
          </w:pPr>
          <w:bookmarkStart w:id="16" w:name="PATIENT"/>
          <w:bookmarkEnd w:id="16"/>
          <w:r>
            <w:t xml:space="preserve">Naam: </w:t>
          </w:r>
          <w:proofErr w:type="spellStart"/>
          <w:r>
            <w:t>Pietersen</w:t>
          </w:r>
          <w:proofErr w:type="spellEnd"/>
          <w:r>
            <w:t xml:space="preserve"> (C.V.A)</w:t>
          </w:r>
        </w:p>
        <w:p w14:paraId="1687A5E0" w14:textId="1DF96D9F" w:rsidR="00413DE5" w:rsidRDefault="00413DE5" w:rsidP="00413DE5">
          <w:pPr>
            <w:pStyle w:val="Header"/>
          </w:pPr>
          <w:r>
            <w:t xml:space="preserve">Geboortedatum: </w:t>
          </w:r>
          <w:r w:rsidR="00F55F4A" w:rsidRPr="00F55F4A">
            <w:t>2-2-1962</w:t>
          </w:r>
        </w:p>
        <w:p w14:paraId="6CF333D3" w14:textId="77777777" w:rsidR="00341611" w:rsidRDefault="00413DE5" w:rsidP="00413DE5">
          <w:pPr>
            <w:pStyle w:val="Header"/>
          </w:pPr>
          <w:r>
            <w:t>Geslacht: Man</w:t>
          </w:r>
        </w:p>
      </w:tc>
      <w:tc>
        <w:tcPr>
          <w:tcW w:w="1858" w:type="dxa"/>
          <w:shd w:val="clear" w:color="auto" w:fill="auto"/>
          <w:vAlign w:val="center"/>
        </w:tcPr>
        <w:p w14:paraId="4918215C" w14:textId="709C4D7A" w:rsidR="00341611" w:rsidRDefault="00E12ABD" w:rsidP="002476AB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0821624" wp14:editId="5B55409A">
                <wp:extent cx="1153160" cy="397510"/>
                <wp:effectExtent l="0" t="0" r="0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16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A40341" w14:textId="77777777" w:rsidR="0004748D" w:rsidRDefault="0004748D" w:rsidP="0004748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02C8F9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ABD"/>
    <w:rsid w:val="00035B7C"/>
    <w:rsid w:val="0004748D"/>
    <w:rsid w:val="000633C6"/>
    <w:rsid w:val="00094882"/>
    <w:rsid w:val="000E11C9"/>
    <w:rsid w:val="000F26D1"/>
    <w:rsid w:val="00101D2D"/>
    <w:rsid w:val="00151C99"/>
    <w:rsid w:val="001E6A31"/>
    <w:rsid w:val="002476AB"/>
    <w:rsid w:val="002713AE"/>
    <w:rsid w:val="00275E98"/>
    <w:rsid w:val="00295FC4"/>
    <w:rsid w:val="00297BBB"/>
    <w:rsid w:val="002A3DB9"/>
    <w:rsid w:val="00330CE0"/>
    <w:rsid w:val="00341611"/>
    <w:rsid w:val="003A00DC"/>
    <w:rsid w:val="003A19D6"/>
    <w:rsid w:val="003C3C91"/>
    <w:rsid w:val="00412DBA"/>
    <w:rsid w:val="00413DE5"/>
    <w:rsid w:val="00415A29"/>
    <w:rsid w:val="00481C93"/>
    <w:rsid w:val="00484F0D"/>
    <w:rsid w:val="004A741C"/>
    <w:rsid w:val="004E56F7"/>
    <w:rsid w:val="005018D4"/>
    <w:rsid w:val="005250CF"/>
    <w:rsid w:val="00525989"/>
    <w:rsid w:val="00536991"/>
    <w:rsid w:val="00550393"/>
    <w:rsid w:val="00561791"/>
    <w:rsid w:val="00605024"/>
    <w:rsid w:val="006535BD"/>
    <w:rsid w:val="0068715C"/>
    <w:rsid w:val="006E198E"/>
    <w:rsid w:val="007217D2"/>
    <w:rsid w:val="00746B9D"/>
    <w:rsid w:val="00762A3D"/>
    <w:rsid w:val="007C386F"/>
    <w:rsid w:val="007F5E41"/>
    <w:rsid w:val="007F6AD7"/>
    <w:rsid w:val="00807F0D"/>
    <w:rsid w:val="00822A40"/>
    <w:rsid w:val="008419A7"/>
    <w:rsid w:val="00842B9D"/>
    <w:rsid w:val="00846625"/>
    <w:rsid w:val="008B5A3E"/>
    <w:rsid w:val="00951E5F"/>
    <w:rsid w:val="00957FC8"/>
    <w:rsid w:val="0097185B"/>
    <w:rsid w:val="0099332C"/>
    <w:rsid w:val="009A6769"/>
    <w:rsid w:val="009D19E6"/>
    <w:rsid w:val="009D32CF"/>
    <w:rsid w:val="009E1DF0"/>
    <w:rsid w:val="00A2075F"/>
    <w:rsid w:val="00A352CA"/>
    <w:rsid w:val="00A84834"/>
    <w:rsid w:val="00AA1DFB"/>
    <w:rsid w:val="00AE6E2F"/>
    <w:rsid w:val="00B14F19"/>
    <w:rsid w:val="00B375FA"/>
    <w:rsid w:val="00B37C4B"/>
    <w:rsid w:val="00B76567"/>
    <w:rsid w:val="00BD63A2"/>
    <w:rsid w:val="00C61810"/>
    <w:rsid w:val="00C6709E"/>
    <w:rsid w:val="00C802D7"/>
    <w:rsid w:val="00C979B1"/>
    <w:rsid w:val="00CA672F"/>
    <w:rsid w:val="00CF20A5"/>
    <w:rsid w:val="00D26BD4"/>
    <w:rsid w:val="00D70FDF"/>
    <w:rsid w:val="00E11483"/>
    <w:rsid w:val="00E12ABD"/>
    <w:rsid w:val="00E203FA"/>
    <w:rsid w:val="00E373C4"/>
    <w:rsid w:val="00E50D39"/>
    <w:rsid w:val="00E71F4B"/>
    <w:rsid w:val="00EC625B"/>
    <w:rsid w:val="00EF5B67"/>
    <w:rsid w:val="00EF678A"/>
    <w:rsid w:val="00F12267"/>
    <w:rsid w:val="00F42919"/>
    <w:rsid w:val="00F55F4A"/>
    <w:rsid w:val="00F6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40E446"/>
  <w15:chartTrackingRefBased/>
  <w15:docId w15:val="{1F54CE08-E086-490F-A9AD-14067D5B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1483"/>
    <w:rPr>
      <w:sz w:val="24"/>
      <w:szCs w:val="24"/>
    </w:rPr>
  </w:style>
  <w:style w:type="paragraph" w:styleId="Heading1">
    <w:name w:val="heading 1"/>
    <w:basedOn w:val="Normal"/>
    <w:next w:val="Normal"/>
    <w:qFormat/>
    <w:rsid w:val="00E50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50D3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0D3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E50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ocumenten\Chiron%20Zorgplanner\Pietersen%20Eenzaamheid.doc.dot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Pietersen Eenzaamheid.doc.dot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Verpleegkundige diagnose</vt:lpstr>
      <vt:lpstr>Verpleegkundige diagnose</vt:lpstr>
    </vt:vector>
  </TitlesOfParts>
  <Company>Medictcare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Verpleegkundige diagnose</dc:title>
  <dc:subject/>
  <dc:creator>Gabriël Roodbol</dc:creator>
  <cp:keywords/>
  <dc:description/>
  <cp:lastModifiedBy>Wietse Dol</cp:lastModifiedBy>
  <cp:revision>2</cp:revision>
  <cp:lastPrinted>2003-11-23T13:43:00Z</cp:lastPrinted>
  <dcterms:created xsi:type="dcterms:W3CDTF">2021-12-01T21:40:00Z</dcterms:created>
  <dcterms:modified xsi:type="dcterms:W3CDTF">2021-12-03T10:39:00Z</dcterms:modified>
</cp:coreProperties>
</file>